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4D7EA0">
        <w:rPr>
          <w:sz w:val="28"/>
          <w:szCs w:val="28"/>
        </w:rPr>
        <w:t>1</w:t>
      </w:r>
      <w:r w:rsidR="00406675">
        <w:rPr>
          <w:sz w:val="28"/>
          <w:szCs w:val="28"/>
        </w:rPr>
        <w:t>2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F03027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4"/>
        <w:gridCol w:w="1691"/>
        <w:gridCol w:w="1403"/>
        <w:gridCol w:w="2882"/>
        <w:gridCol w:w="1063"/>
        <w:gridCol w:w="1129"/>
        <w:gridCol w:w="4175"/>
        <w:gridCol w:w="1284"/>
      </w:tblGrid>
      <w:tr w:rsidR="0033076B" w:rsidTr="0033076B">
        <w:trPr>
          <w:cantSplit/>
          <w:trHeight w:val="1342"/>
        </w:trPr>
        <w:tc>
          <w:tcPr>
            <w:tcW w:w="795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4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89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E31063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036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30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186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1286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33076B" w:rsidRPr="00FC1D21" w:rsidTr="0033076B">
        <w:trPr>
          <w:trHeight w:val="270"/>
        </w:trPr>
        <w:tc>
          <w:tcPr>
            <w:tcW w:w="795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94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05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89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3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0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18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86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6675" w:rsidRPr="00F95E3C" w:rsidTr="0033076B">
        <w:trPr>
          <w:trHeight w:val="454"/>
        </w:trPr>
        <w:tc>
          <w:tcPr>
            <w:tcW w:w="795" w:type="dxa"/>
            <w:shd w:val="clear" w:color="auto" w:fill="auto"/>
            <w:vAlign w:val="center"/>
          </w:tcPr>
          <w:p w:rsidR="00406675" w:rsidRPr="00F95E3C" w:rsidRDefault="00406675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406675" w:rsidRPr="00406675" w:rsidRDefault="004066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406675" w:rsidRPr="00406675" w:rsidRDefault="004066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406675" w:rsidRPr="00406675" w:rsidRDefault="00406675" w:rsidP="005F2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406675" w:rsidRPr="00406675" w:rsidRDefault="004066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6675">
              <w:rPr>
                <w:rFonts w:ascii="Arial" w:hAnsi="Arial" w:cs="Arial"/>
                <w:sz w:val="20"/>
                <w:szCs w:val="20"/>
              </w:rPr>
              <w:t>Kończyce 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406675" w:rsidRPr="00406675" w:rsidRDefault="004066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667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86" w:type="dxa"/>
            <w:shd w:val="clear" w:color="auto" w:fill="auto"/>
            <w:vAlign w:val="center"/>
          </w:tcPr>
          <w:p w:rsidR="00406675" w:rsidRPr="00406675" w:rsidRDefault="00406675" w:rsidP="004066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nieskładany</w:t>
            </w:r>
          </w:p>
        </w:tc>
        <w:tc>
          <w:tcPr>
            <w:tcW w:w="1286" w:type="dxa"/>
            <w:vAlign w:val="center"/>
          </w:tcPr>
          <w:p w:rsidR="00406675" w:rsidRPr="00406675" w:rsidRDefault="00406675" w:rsidP="00406675">
            <w:pPr>
              <w:rPr>
                <w:rFonts w:ascii="Arial" w:hAnsi="Arial" w:cs="Arial"/>
                <w:sz w:val="20"/>
                <w:szCs w:val="20"/>
              </w:rPr>
            </w:pPr>
            <w:r w:rsidRPr="00406675">
              <w:rPr>
                <w:rFonts w:ascii="Arial" w:hAnsi="Arial" w:cs="Arial"/>
                <w:sz w:val="20"/>
                <w:szCs w:val="20"/>
              </w:rPr>
              <w:t xml:space="preserve">MSP Knurów </w:t>
            </w:r>
          </w:p>
        </w:tc>
      </w:tr>
      <w:tr w:rsidR="00DB4EC3" w:rsidRPr="00F95E3C" w:rsidTr="0033076B">
        <w:trPr>
          <w:trHeight w:val="454"/>
        </w:trPr>
        <w:tc>
          <w:tcPr>
            <w:tcW w:w="795" w:type="dxa"/>
            <w:shd w:val="clear" w:color="auto" w:fill="auto"/>
            <w:vAlign w:val="center"/>
          </w:tcPr>
          <w:p w:rsidR="00DB4EC3" w:rsidRDefault="00DB4EC3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DB4EC3" w:rsidRPr="007B092E" w:rsidRDefault="00DB4EC3" w:rsidP="00DB4E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DB4EC3" w:rsidRPr="007B092E" w:rsidRDefault="00DB4E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DB4EC3" w:rsidRPr="007B092E" w:rsidRDefault="00DB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DB4EC3" w:rsidRPr="007B092E" w:rsidRDefault="00DB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DB4EC3" w:rsidRPr="007B092E" w:rsidRDefault="00DB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6" w:type="dxa"/>
            <w:shd w:val="clear" w:color="auto" w:fill="auto"/>
            <w:vAlign w:val="center"/>
          </w:tcPr>
          <w:p w:rsidR="00DB4EC3" w:rsidRPr="007B092E" w:rsidRDefault="00DB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DB4EC3" w:rsidRPr="007B092E" w:rsidRDefault="00DB4E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76B" w:rsidRPr="00F95E3C" w:rsidTr="0033076B">
        <w:trPr>
          <w:trHeight w:val="454"/>
        </w:trPr>
        <w:tc>
          <w:tcPr>
            <w:tcW w:w="795" w:type="dxa"/>
            <w:shd w:val="clear" w:color="auto" w:fill="auto"/>
            <w:vAlign w:val="center"/>
          </w:tcPr>
          <w:p w:rsidR="0033076B" w:rsidRPr="00F95E3C" w:rsidRDefault="0033076B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3076B" w:rsidRPr="0033076B" w:rsidRDefault="0033076B" w:rsidP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33076B" w:rsidRPr="0033076B" w:rsidRDefault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86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33076B" w:rsidRPr="0033076B" w:rsidRDefault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76B" w:rsidRPr="00F95E3C" w:rsidTr="0033076B">
        <w:trPr>
          <w:trHeight w:val="454"/>
        </w:trPr>
        <w:tc>
          <w:tcPr>
            <w:tcW w:w="795" w:type="dxa"/>
            <w:shd w:val="clear" w:color="auto" w:fill="auto"/>
            <w:vAlign w:val="center"/>
          </w:tcPr>
          <w:p w:rsidR="0033076B" w:rsidRDefault="0033076B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33076B" w:rsidRPr="0033076B" w:rsidRDefault="0033076B" w:rsidP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33076B" w:rsidRPr="0033076B" w:rsidRDefault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86" w:type="dxa"/>
            <w:shd w:val="clear" w:color="auto" w:fill="auto"/>
            <w:vAlign w:val="center"/>
          </w:tcPr>
          <w:p w:rsidR="0033076B" w:rsidRPr="0033076B" w:rsidRDefault="003307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33076B" w:rsidRPr="0033076B" w:rsidRDefault="003307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7348" w:rsidRPr="00F95E3C" w:rsidTr="000D3B4D">
        <w:trPr>
          <w:trHeight w:val="454"/>
        </w:trPr>
        <w:tc>
          <w:tcPr>
            <w:tcW w:w="14421" w:type="dxa"/>
            <w:gridSpan w:val="8"/>
            <w:shd w:val="clear" w:color="auto" w:fill="auto"/>
            <w:vAlign w:val="center"/>
          </w:tcPr>
          <w:p w:rsidR="00C57348" w:rsidRDefault="00C57348" w:rsidP="00226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Pr="00C57348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C57348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296" w:rsidRDefault="00537296">
      <w:r>
        <w:separator/>
      </w:r>
    </w:p>
  </w:endnote>
  <w:endnote w:type="continuationSeparator" w:id="0">
    <w:p w:rsidR="00537296" w:rsidRDefault="00537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365F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296" w:rsidRDefault="00537296">
      <w:r>
        <w:separator/>
      </w:r>
    </w:p>
  </w:footnote>
  <w:footnote w:type="continuationSeparator" w:id="0">
    <w:p w:rsidR="00537296" w:rsidRDefault="005372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5A7F"/>
    <w:rsid w:val="0003718D"/>
    <w:rsid w:val="00041944"/>
    <w:rsid w:val="0004444D"/>
    <w:rsid w:val="000444DD"/>
    <w:rsid w:val="00044F16"/>
    <w:rsid w:val="0004550C"/>
    <w:rsid w:val="00046ED4"/>
    <w:rsid w:val="00047B8D"/>
    <w:rsid w:val="000501E2"/>
    <w:rsid w:val="0005462C"/>
    <w:rsid w:val="00057940"/>
    <w:rsid w:val="00064D49"/>
    <w:rsid w:val="00067F9B"/>
    <w:rsid w:val="00080428"/>
    <w:rsid w:val="00081FE7"/>
    <w:rsid w:val="0008447E"/>
    <w:rsid w:val="00092836"/>
    <w:rsid w:val="00093FE2"/>
    <w:rsid w:val="00095F1E"/>
    <w:rsid w:val="0009745D"/>
    <w:rsid w:val="000A4EED"/>
    <w:rsid w:val="000A5121"/>
    <w:rsid w:val="000A5FCE"/>
    <w:rsid w:val="000B72E3"/>
    <w:rsid w:val="000C3F8D"/>
    <w:rsid w:val="000D4ACE"/>
    <w:rsid w:val="000E0685"/>
    <w:rsid w:val="000E187B"/>
    <w:rsid w:val="000E48F1"/>
    <w:rsid w:val="000F69F3"/>
    <w:rsid w:val="0010444A"/>
    <w:rsid w:val="00116838"/>
    <w:rsid w:val="0012096C"/>
    <w:rsid w:val="00120B28"/>
    <w:rsid w:val="00120F9C"/>
    <w:rsid w:val="0012176D"/>
    <w:rsid w:val="00122886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99F"/>
    <w:rsid w:val="00177C66"/>
    <w:rsid w:val="00182FDF"/>
    <w:rsid w:val="00184235"/>
    <w:rsid w:val="00190969"/>
    <w:rsid w:val="00192AF9"/>
    <w:rsid w:val="00192F85"/>
    <w:rsid w:val="001953A3"/>
    <w:rsid w:val="001A13E9"/>
    <w:rsid w:val="001A195D"/>
    <w:rsid w:val="001B218F"/>
    <w:rsid w:val="001B5302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263C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D7380"/>
    <w:rsid w:val="002E2F80"/>
    <w:rsid w:val="002F4520"/>
    <w:rsid w:val="00301057"/>
    <w:rsid w:val="003016AA"/>
    <w:rsid w:val="003043E7"/>
    <w:rsid w:val="00304921"/>
    <w:rsid w:val="00304B8E"/>
    <w:rsid w:val="003056DF"/>
    <w:rsid w:val="00306867"/>
    <w:rsid w:val="00324EDF"/>
    <w:rsid w:val="003260F9"/>
    <w:rsid w:val="00326432"/>
    <w:rsid w:val="0033076B"/>
    <w:rsid w:val="00330F1F"/>
    <w:rsid w:val="00351D9C"/>
    <w:rsid w:val="00352362"/>
    <w:rsid w:val="0036066F"/>
    <w:rsid w:val="00365F2E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9729B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0DC0"/>
    <w:rsid w:val="003D2499"/>
    <w:rsid w:val="003E111B"/>
    <w:rsid w:val="003E2D0B"/>
    <w:rsid w:val="003E3FF5"/>
    <w:rsid w:val="003E4F39"/>
    <w:rsid w:val="003F3DA0"/>
    <w:rsid w:val="0040183F"/>
    <w:rsid w:val="00403FE9"/>
    <w:rsid w:val="00404E7E"/>
    <w:rsid w:val="00405DCC"/>
    <w:rsid w:val="00405F0E"/>
    <w:rsid w:val="00406133"/>
    <w:rsid w:val="00406675"/>
    <w:rsid w:val="00407963"/>
    <w:rsid w:val="00411B08"/>
    <w:rsid w:val="00414249"/>
    <w:rsid w:val="00420BB7"/>
    <w:rsid w:val="00425AA6"/>
    <w:rsid w:val="00427F73"/>
    <w:rsid w:val="00433FAF"/>
    <w:rsid w:val="00434DB1"/>
    <w:rsid w:val="004357E1"/>
    <w:rsid w:val="00445DC3"/>
    <w:rsid w:val="004473D6"/>
    <w:rsid w:val="00447CE5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7E9E"/>
    <w:rsid w:val="004B1A2E"/>
    <w:rsid w:val="004B2350"/>
    <w:rsid w:val="004B29B1"/>
    <w:rsid w:val="004B3119"/>
    <w:rsid w:val="004C01CB"/>
    <w:rsid w:val="004C6E87"/>
    <w:rsid w:val="004D3691"/>
    <w:rsid w:val="004D3912"/>
    <w:rsid w:val="004D6B26"/>
    <w:rsid w:val="004D7EA0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5575"/>
    <w:rsid w:val="00515BB5"/>
    <w:rsid w:val="00516C34"/>
    <w:rsid w:val="005254E1"/>
    <w:rsid w:val="00532708"/>
    <w:rsid w:val="00537296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314A"/>
    <w:rsid w:val="00584E86"/>
    <w:rsid w:val="00586C3F"/>
    <w:rsid w:val="005875BE"/>
    <w:rsid w:val="005A3DA7"/>
    <w:rsid w:val="005A3F65"/>
    <w:rsid w:val="005A50DD"/>
    <w:rsid w:val="005B0D78"/>
    <w:rsid w:val="005B63BF"/>
    <w:rsid w:val="005B6AD6"/>
    <w:rsid w:val="005C1960"/>
    <w:rsid w:val="005C3378"/>
    <w:rsid w:val="005C53DF"/>
    <w:rsid w:val="005C631C"/>
    <w:rsid w:val="005C799D"/>
    <w:rsid w:val="005D2403"/>
    <w:rsid w:val="005D57D5"/>
    <w:rsid w:val="005D7946"/>
    <w:rsid w:val="005E14C3"/>
    <w:rsid w:val="005E1B1E"/>
    <w:rsid w:val="005F2365"/>
    <w:rsid w:val="005F26F0"/>
    <w:rsid w:val="005F60F4"/>
    <w:rsid w:val="006001AE"/>
    <w:rsid w:val="00623251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2A3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B32BF"/>
    <w:rsid w:val="006C1581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2FE"/>
    <w:rsid w:val="00714A44"/>
    <w:rsid w:val="00722EE7"/>
    <w:rsid w:val="00724AE9"/>
    <w:rsid w:val="00732599"/>
    <w:rsid w:val="00732ED9"/>
    <w:rsid w:val="007335DE"/>
    <w:rsid w:val="007335F3"/>
    <w:rsid w:val="00733AFF"/>
    <w:rsid w:val="00740E5D"/>
    <w:rsid w:val="00741EA0"/>
    <w:rsid w:val="007440E7"/>
    <w:rsid w:val="00744583"/>
    <w:rsid w:val="0075303B"/>
    <w:rsid w:val="00753E8F"/>
    <w:rsid w:val="0075410C"/>
    <w:rsid w:val="00755E0C"/>
    <w:rsid w:val="00760413"/>
    <w:rsid w:val="007608CD"/>
    <w:rsid w:val="00760B4E"/>
    <w:rsid w:val="007635E5"/>
    <w:rsid w:val="007654F3"/>
    <w:rsid w:val="00765BD4"/>
    <w:rsid w:val="007713FA"/>
    <w:rsid w:val="00780AF9"/>
    <w:rsid w:val="00784FE3"/>
    <w:rsid w:val="00785BA6"/>
    <w:rsid w:val="00785E9E"/>
    <w:rsid w:val="00787902"/>
    <w:rsid w:val="00787F8F"/>
    <w:rsid w:val="00792D3E"/>
    <w:rsid w:val="007931CA"/>
    <w:rsid w:val="007A2A92"/>
    <w:rsid w:val="007A3867"/>
    <w:rsid w:val="007A5BD6"/>
    <w:rsid w:val="007A6FC6"/>
    <w:rsid w:val="007B092E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7F6FDF"/>
    <w:rsid w:val="00803B4F"/>
    <w:rsid w:val="00815B03"/>
    <w:rsid w:val="00817D2A"/>
    <w:rsid w:val="00822625"/>
    <w:rsid w:val="00822919"/>
    <w:rsid w:val="00831B44"/>
    <w:rsid w:val="00835A98"/>
    <w:rsid w:val="0083717C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7271E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8F4863"/>
    <w:rsid w:val="00900E01"/>
    <w:rsid w:val="00916228"/>
    <w:rsid w:val="00920A7E"/>
    <w:rsid w:val="00920D55"/>
    <w:rsid w:val="009215F5"/>
    <w:rsid w:val="00922F8C"/>
    <w:rsid w:val="00923AA3"/>
    <w:rsid w:val="009300CA"/>
    <w:rsid w:val="00935DDD"/>
    <w:rsid w:val="009444A6"/>
    <w:rsid w:val="00946683"/>
    <w:rsid w:val="009520E4"/>
    <w:rsid w:val="00952504"/>
    <w:rsid w:val="00953464"/>
    <w:rsid w:val="00953F97"/>
    <w:rsid w:val="009559A4"/>
    <w:rsid w:val="00961DE4"/>
    <w:rsid w:val="00964797"/>
    <w:rsid w:val="0096540B"/>
    <w:rsid w:val="00967FFB"/>
    <w:rsid w:val="00970479"/>
    <w:rsid w:val="0097292E"/>
    <w:rsid w:val="00976E57"/>
    <w:rsid w:val="00992769"/>
    <w:rsid w:val="00992CA2"/>
    <w:rsid w:val="00993304"/>
    <w:rsid w:val="00997B8C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13DF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3420F"/>
    <w:rsid w:val="00A411C4"/>
    <w:rsid w:val="00A41B72"/>
    <w:rsid w:val="00A44AD0"/>
    <w:rsid w:val="00A47093"/>
    <w:rsid w:val="00A52097"/>
    <w:rsid w:val="00A55186"/>
    <w:rsid w:val="00A55377"/>
    <w:rsid w:val="00A60158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95D9C"/>
    <w:rsid w:val="00AA15E6"/>
    <w:rsid w:val="00AA1607"/>
    <w:rsid w:val="00AA298F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3589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26DF"/>
    <w:rsid w:val="00B360FB"/>
    <w:rsid w:val="00B3747D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B46A7"/>
    <w:rsid w:val="00BC3E65"/>
    <w:rsid w:val="00BC5E0D"/>
    <w:rsid w:val="00BC5F02"/>
    <w:rsid w:val="00BC62B2"/>
    <w:rsid w:val="00BD7CBB"/>
    <w:rsid w:val="00BE013A"/>
    <w:rsid w:val="00BE4647"/>
    <w:rsid w:val="00BE4950"/>
    <w:rsid w:val="00BE70EC"/>
    <w:rsid w:val="00BF11DE"/>
    <w:rsid w:val="00BF389A"/>
    <w:rsid w:val="00BF71F8"/>
    <w:rsid w:val="00C00997"/>
    <w:rsid w:val="00C01DB3"/>
    <w:rsid w:val="00C041DD"/>
    <w:rsid w:val="00C05DFF"/>
    <w:rsid w:val="00C10F0C"/>
    <w:rsid w:val="00C12576"/>
    <w:rsid w:val="00C12B14"/>
    <w:rsid w:val="00C13D5C"/>
    <w:rsid w:val="00C1719A"/>
    <w:rsid w:val="00C20F74"/>
    <w:rsid w:val="00C22858"/>
    <w:rsid w:val="00C27D6B"/>
    <w:rsid w:val="00C30041"/>
    <w:rsid w:val="00C312A0"/>
    <w:rsid w:val="00C362DB"/>
    <w:rsid w:val="00C42994"/>
    <w:rsid w:val="00C5629E"/>
    <w:rsid w:val="00C56D53"/>
    <w:rsid w:val="00C57348"/>
    <w:rsid w:val="00C61A11"/>
    <w:rsid w:val="00C61F13"/>
    <w:rsid w:val="00C6360D"/>
    <w:rsid w:val="00C72DF4"/>
    <w:rsid w:val="00C739F2"/>
    <w:rsid w:val="00C74CE4"/>
    <w:rsid w:val="00C77D40"/>
    <w:rsid w:val="00C77EAC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16E"/>
    <w:rsid w:val="00CF025E"/>
    <w:rsid w:val="00CF02EA"/>
    <w:rsid w:val="00CF104B"/>
    <w:rsid w:val="00D00DE7"/>
    <w:rsid w:val="00D0481F"/>
    <w:rsid w:val="00D05F63"/>
    <w:rsid w:val="00D076AF"/>
    <w:rsid w:val="00D076FA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12"/>
    <w:rsid w:val="00D83853"/>
    <w:rsid w:val="00D85634"/>
    <w:rsid w:val="00D8583C"/>
    <w:rsid w:val="00D86D30"/>
    <w:rsid w:val="00D92435"/>
    <w:rsid w:val="00D93058"/>
    <w:rsid w:val="00D963E6"/>
    <w:rsid w:val="00DA1C91"/>
    <w:rsid w:val="00DA44C3"/>
    <w:rsid w:val="00DB0202"/>
    <w:rsid w:val="00DB2DE8"/>
    <w:rsid w:val="00DB4EC3"/>
    <w:rsid w:val="00DC2D9E"/>
    <w:rsid w:val="00DD048C"/>
    <w:rsid w:val="00DD2090"/>
    <w:rsid w:val="00DD657E"/>
    <w:rsid w:val="00DD6719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5299"/>
    <w:rsid w:val="00E16253"/>
    <w:rsid w:val="00E22C87"/>
    <w:rsid w:val="00E241A1"/>
    <w:rsid w:val="00E24452"/>
    <w:rsid w:val="00E26585"/>
    <w:rsid w:val="00E31063"/>
    <w:rsid w:val="00E34011"/>
    <w:rsid w:val="00E359EB"/>
    <w:rsid w:val="00E35A5A"/>
    <w:rsid w:val="00E36C25"/>
    <w:rsid w:val="00E376FC"/>
    <w:rsid w:val="00E43F84"/>
    <w:rsid w:val="00E5071B"/>
    <w:rsid w:val="00E51C2F"/>
    <w:rsid w:val="00E522EF"/>
    <w:rsid w:val="00E5695E"/>
    <w:rsid w:val="00E56F8B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CC8"/>
    <w:rsid w:val="00E92FFC"/>
    <w:rsid w:val="00E9569D"/>
    <w:rsid w:val="00EC1754"/>
    <w:rsid w:val="00ED1E36"/>
    <w:rsid w:val="00ED2EEE"/>
    <w:rsid w:val="00EE16C6"/>
    <w:rsid w:val="00EF412C"/>
    <w:rsid w:val="00F03027"/>
    <w:rsid w:val="00F04BB8"/>
    <w:rsid w:val="00F05C58"/>
    <w:rsid w:val="00F119B4"/>
    <w:rsid w:val="00F11D28"/>
    <w:rsid w:val="00F1314F"/>
    <w:rsid w:val="00F22119"/>
    <w:rsid w:val="00F24492"/>
    <w:rsid w:val="00F26AE9"/>
    <w:rsid w:val="00F303A0"/>
    <w:rsid w:val="00F33BA3"/>
    <w:rsid w:val="00F36DE9"/>
    <w:rsid w:val="00F3710A"/>
    <w:rsid w:val="00F40770"/>
    <w:rsid w:val="00F4204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A79A5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B6943-25A4-46EC-8260-271B1E5D1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3</cp:revision>
  <cp:lastPrinted>2020-01-29T13:29:00Z</cp:lastPrinted>
  <dcterms:created xsi:type="dcterms:W3CDTF">2020-09-08T09:54:00Z</dcterms:created>
  <dcterms:modified xsi:type="dcterms:W3CDTF">2020-09-08T09:54:00Z</dcterms:modified>
</cp:coreProperties>
</file>